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6DE" w:rsidRPr="002963C8" w:rsidRDefault="00FC1CAE" w:rsidP="004E16DE">
      <w:pPr>
        <w:rPr>
          <w:rFonts w:ascii="Arial" w:hAnsi="Arial" w:cs="Arial"/>
        </w:rPr>
      </w:pPr>
      <w:r>
        <w:rPr>
          <w:rFonts w:ascii="Arial" w:hAnsi="Arial" w:cs="Arial"/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2495550</wp:posOffset>
            </wp:positionH>
            <wp:positionV relativeFrom="paragraph">
              <wp:posOffset>-139065</wp:posOffset>
            </wp:positionV>
            <wp:extent cx="990600" cy="990600"/>
            <wp:effectExtent l="0" t="0" r="0" b="0"/>
            <wp:wrapNone/>
            <wp:docPr id="4" name="Picture 4" descr="Official_VA_Seal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fficial_VA_Seal_RG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E16DE" w:rsidRPr="00F55467" w:rsidRDefault="00D170C3" w:rsidP="004E16DE">
      <w:pPr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191E8021" wp14:editId="42263CB1">
                <wp:simplePos x="0" y="0"/>
                <wp:positionH relativeFrom="page">
                  <wp:posOffset>4533900</wp:posOffset>
                </wp:positionH>
                <wp:positionV relativeFrom="page">
                  <wp:posOffset>876300</wp:posOffset>
                </wp:positionV>
                <wp:extent cx="953135" cy="408305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3135" cy="40830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16DE" w:rsidRPr="007D5A33" w:rsidRDefault="004E16DE" w:rsidP="004E16DE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1E8021" id="AutoShape 2" o:spid="_x0000_s1026" style="position:absolute;margin-left:357pt;margin-top:69pt;width:75.05pt;height:32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" o:allowincell="f" filled="f" stroked="f">
                <v:textbox inset="0,0,0,0">
                  <w:txbxContent>
                    <w:p w:rsidR="004E16DE" w:rsidRPr="007D5A33" w:rsidRDefault="004E16DE" w:rsidP="004E16DE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 anchory="page"/>
              </v:roundrect>
            </w:pict>
          </mc:Fallback>
        </mc:AlternateContent>
      </w:r>
    </w:p>
    <w:p w:rsidR="004E16DE" w:rsidRPr="00F55467" w:rsidRDefault="004E16DE" w:rsidP="004E16DE">
      <w:pPr>
        <w:rPr>
          <w:rFonts w:ascii="Arial" w:hAnsi="Arial" w:cs="Arial"/>
          <w:szCs w:val="24"/>
        </w:rPr>
      </w:pPr>
    </w:p>
    <w:p w:rsidR="004E16DE" w:rsidRPr="00F55467" w:rsidRDefault="004E16DE" w:rsidP="004E16DE">
      <w:pPr>
        <w:rPr>
          <w:rFonts w:ascii="Arial" w:hAnsi="Arial" w:cs="Arial"/>
          <w:szCs w:val="24"/>
        </w:rPr>
      </w:pPr>
    </w:p>
    <w:p w:rsidR="004E16DE" w:rsidRDefault="004E16DE" w:rsidP="004E16DE">
      <w:pPr>
        <w:rPr>
          <w:rFonts w:ascii="Arial" w:hAnsi="Arial" w:cs="Arial"/>
          <w:szCs w:val="24"/>
        </w:rPr>
      </w:pPr>
    </w:p>
    <w:p w:rsidR="00165215" w:rsidRPr="00F55467" w:rsidRDefault="00165215" w:rsidP="004E16DE">
      <w:pPr>
        <w:rPr>
          <w:rFonts w:ascii="Arial" w:hAnsi="Arial" w:cs="Arial"/>
          <w:szCs w:val="24"/>
        </w:rPr>
      </w:pPr>
    </w:p>
    <w:p w:rsidR="004E16DE" w:rsidRDefault="004E16DE" w:rsidP="004E16DE">
      <w:pPr>
        <w:rPr>
          <w:rFonts w:ascii="Arial" w:hAnsi="Arial" w:cs="Arial"/>
          <w:szCs w:val="24"/>
        </w:rPr>
      </w:pPr>
    </w:p>
    <w:p w:rsidR="004E16DE" w:rsidRPr="000D516A" w:rsidRDefault="00334C0A" w:rsidP="00334C0A">
      <w:pPr>
        <w:jc w:val="center"/>
        <w:rPr>
          <w:rFonts w:ascii="Arial" w:hAnsi="Arial" w:cs="Arial"/>
          <w:b/>
          <w:szCs w:val="24"/>
        </w:rPr>
      </w:pPr>
      <w:r w:rsidRPr="000D516A">
        <w:rPr>
          <w:rFonts w:ascii="Arial" w:hAnsi="Arial" w:cs="Arial"/>
          <w:b/>
          <w:szCs w:val="24"/>
        </w:rPr>
        <w:t>Statement of Commitment and Understanding</w:t>
      </w:r>
    </w:p>
    <w:p w:rsidR="00334C0A" w:rsidRDefault="00334C0A" w:rsidP="00334C0A">
      <w:pPr>
        <w:jc w:val="center"/>
        <w:rPr>
          <w:rFonts w:ascii="Arial" w:hAnsi="Arial" w:cs="Arial"/>
          <w:szCs w:val="24"/>
        </w:rPr>
      </w:pPr>
    </w:p>
    <w:p w:rsidR="00334C0A" w:rsidRDefault="000D516A" w:rsidP="00334C0A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As a</w:t>
      </w:r>
      <w:r w:rsidR="00334C0A">
        <w:rPr>
          <w:rFonts w:ascii="Arial" w:hAnsi="Arial" w:cs="Arial"/>
          <w:szCs w:val="24"/>
        </w:rPr>
        <w:t xml:space="preserve"> volunteer of the Department of Veterans Affairs (VA), I am committed to safeguarding the personal information that veterans and their families have entrusted to the Department.  I am also committed to safeguarding the personal information which VA employees and applicants have provided.</w:t>
      </w:r>
    </w:p>
    <w:p w:rsidR="00334C0A" w:rsidRDefault="00334C0A" w:rsidP="00334C0A">
      <w:pPr>
        <w:rPr>
          <w:rFonts w:ascii="Arial" w:hAnsi="Arial" w:cs="Arial"/>
          <w:szCs w:val="24"/>
        </w:rPr>
      </w:pPr>
      <w:bookmarkStart w:id="0" w:name="_GoBack"/>
    </w:p>
    <w:bookmarkEnd w:id="0"/>
    <w:p w:rsidR="00334C0A" w:rsidRDefault="00334C0A" w:rsidP="00334C0A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To ensure that I understand my obligations and responsibilities in handling the personal information of veterans and their families, I have completed both the annual General Privacy Awareness </w:t>
      </w:r>
      <w:r w:rsidR="000D516A">
        <w:rPr>
          <w:rFonts w:ascii="Arial" w:hAnsi="Arial" w:cs="Arial"/>
          <w:szCs w:val="24"/>
        </w:rPr>
        <w:t>T</w:t>
      </w:r>
      <w:r>
        <w:rPr>
          <w:rFonts w:ascii="Arial" w:hAnsi="Arial" w:cs="Arial"/>
          <w:szCs w:val="24"/>
        </w:rPr>
        <w:t>raining (or VHA Privacy Training, as applicable) and the annual VA Cyber Security Training.  I know th</w:t>
      </w:r>
      <w:r w:rsidR="000D516A">
        <w:rPr>
          <w:rFonts w:ascii="Arial" w:hAnsi="Arial" w:cs="Arial"/>
          <w:szCs w:val="24"/>
        </w:rPr>
        <w:t>at I should contact my local Pri</w:t>
      </w:r>
      <w:r>
        <w:rPr>
          <w:rFonts w:ascii="Arial" w:hAnsi="Arial" w:cs="Arial"/>
          <w:szCs w:val="24"/>
        </w:rPr>
        <w:t>vacy Officer, Freedom of Information Act Officer, Information Security Officer, or Regional or General counsel representative when I am unsure whether or how I may gather or create, maintain, use, disclose or dispose of information about veterans and their families, and VA employees and applicants.</w:t>
      </w:r>
    </w:p>
    <w:p w:rsidR="00334C0A" w:rsidRDefault="00334C0A" w:rsidP="00334C0A">
      <w:pPr>
        <w:rPr>
          <w:rFonts w:ascii="Arial" w:hAnsi="Arial" w:cs="Arial"/>
          <w:szCs w:val="24"/>
        </w:rPr>
      </w:pPr>
    </w:p>
    <w:p w:rsidR="00334C0A" w:rsidRDefault="00334C0A" w:rsidP="00334C0A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 further understand that if I fail to comply with applicable confidentiality statutes and regulations, I may be subject to civil and criminal penalities, including fines and imprisonment.  I recognize that VA may also impose administrative sanctions, up to and including removal, for violation of applicable confidentiality and security statutes, regulations and policies.</w:t>
      </w:r>
    </w:p>
    <w:p w:rsidR="00334C0A" w:rsidRDefault="00334C0A" w:rsidP="00334C0A">
      <w:pPr>
        <w:rPr>
          <w:rFonts w:ascii="Arial" w:hAnsi="Arial" w:cs="Arial"/>
          <w:szCs w:val="24"/>
        </w:rPr>
      </w:pPr>
    </w:p>
    <w:p w:rsidR="00334C0A" w:rsidRDefault="00334C0A" w:rsidP="00334C0A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 certify that I have completed the training outlined above and am committed to safeguarding personal information about veterans and their families, and VA employees and applicants.</w:t>
      </w:r>
    </w:p>
    <w:p w:rsidR="00E54E2E" w:rsidRDefault="00E54E2E" w:rsidP="004E16DE">
      <w:pPr>
        <w:rPr>
          <w:rFonts w:ascii="Arial" w:hAnsi="Arial" w:cs="Arial"/>
          <w:szCs w:val="24"/>
        </w:rPr>
      </w:pPr>
    </w:p>
    <w:p w:rsidR="00273080" w:rsidRDefault="00273080" w:rsidP="004E16DE">
      <w:pPr>
        <w:rPr>
          <w:rFonts w:ascii="Arial" w:hAnsi="Arial" w:cs="Arial"/>
          <w:szCs w:val="24"/>
        </w:rPr>
      </w:pPr>
    </w:p>
    <w:p w:rsidR="000D516A" w:rsidRDefault="000D516A" w:rsidP="004E16DE">
      <w:pPr>
        <w:rPr>
          <w:rFonts w:ascii="Arial" w:hAnsi="Arial" w:cs="Arial"/>
          <w:szCs w:val="24"/>
        </w:rPr>
      </w:pPr>
    </w:p>
    <w:p w:rsidR="000D516A" w:rsidRDefault="000D516A" w:rsidP="004E16DE">
      <w:pPr>
        <w:rPr>
          <w:rFonts w:ascii="Arial" w:hAnsi="Arial" w:cs="Arial"/>
          <w:szCs w:val="24"/>
        </w:rPr>
      </w:pPr>
    </w:p>
    <w:p w:rsidR="000D516A" w:rsidRDefault="000D516A" w:rsidP="004E16DE">
      <w:pPr>
        <w:rPr>
          <w:rFonts w:ascii="Arial" w:hAnsi="Arial" w:cs="Arial"/>
          <w:szCs w:val="24"/>
        </w:rPr>
      </w:pPr>
    </w:p>
    <w:p w:rsidR="000D516A" w:rsidRDefault="000D516A" w:rsidP="004E16DE">
      <w:pPr>
        <w:rPr>
          <w:rFonts w:ascii="Arial" w:hAnsi="Arial" w:cs="Arial"/>
          <w:szCs w:val="24"/>
        </w:rPr>
      </w:pPr>
    </w:p>
    <w:p w:rsidR="000D516A" w:rsidRDefault="000D516A" w:rsidP="004E16DE">
      <w:pPr>
        <w:rPr>
          <w:rFonts w:ascii="Arial" w:hAnsi="Arial" w:cs="Arial"/>
          <w:szCs w:val="24"/>
        </w:rPr>
      </w:pPr>
    </w:p>
    <w:p w:rsidR="000D516A" w:rsidRDefault="000D516A" w:rsidP="004E16DE">
      <w:pPr>
        <w:rPr>
          <w:rFonts w:ascii="Arial" w:hAnsi="Arial" w:cs="Arial"/>
          <w:szCs w:val="24"/>
        </w:rPr>
      </w:pPr>
    </w:p>
    <w:p w:rsidR="000D516A" w:rsidRDefault="000D516A" w:rsidP="004E16DE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________________________________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________________________________</w:t>
      </w:r>
    </w:p>
    <w:p w:rsidR="000D516A" w:rsidRDefault="000D516A" w:rsidP="004E16DE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[Print or type volunteer name]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Volunteer Signature</w:t>
      </w:r>
    </w:p>
    <w:p w:rsidR="000D516A" w:rsidRDefault="000D516A" w:rsidP="004E16DE">
      <w:pPr>
        <w:rPr>
          <w:rFonts w:ascii="Arial" w:hAnsi="Arial" w:cs="Arial"/>
          <w:szCs w:val="24"/>
        </w:rPr>
      </w:pPr>
    </w:p>
    <w:p w:rsidR="000D516A" w:rsidRDefault="000D516A" w:rsidP="004E16DE">
      <w:pPr>
        <w:rPr>
          <w:rFonts w:ascii="Arial" w:hAnsi="Arial" w:cs="Arial"/>
          <w:szCs w:val="24"/>
        </w:rPr>
      </w:pPr>
    </w:p>
    <w:p w:rsidR="000D516A" w:rsidRDefault="000D516A" w:rsidP="004E16DE">
      <w:pPr>
        <w:rPr>
          <w:rFonts w:ascii="Arial" w:hAnsi="Arial" w:cs="Arial"/>
          <w:szCs w:val="24"/>
        </w:rPr>
      </w:pPr>
    </w:p>
    <w:p w:rsidR="000D516A" w:rsidRDefault="000D516A" w:rsidP="004E16DE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________________________________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________________________________</w:t>
      </w:r>
    </w:p>
    <w:p w:rsidR="000D516A" w:rsidRPr="00F55467" w:rsidRDefault="000D516A" w:rsidP="004E16DE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Position Title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Date</w:t>
      </w:r>
    </w:p>
    <w:sectPr w:rsidR="000D516A" w:rsidRPr="00F55467" w:rsidSect="00320938">
      <w:type w:val="continuous"/>
      <w:pgSz w:w="12240" w:h="15840" w:code="1"/>
      <w:pgMar w:top="1008" w:right="1440" w:bottom="1440" w:left="1440" w:header="720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1CAE" w:rsidRDefault="00FC1CAE">
      <w:r>
        <w:separator/>
      </w:r>
    </w:p>
  </w:endnote>
  <w:endnote w:type="continuationSeparator" w:id="0">
    <w:p w:rsidR="00FC1CAE" w:rsidRDefault="00FC1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1CAE" w:rsidRDefault="00FC1CAE">
      <w:r>
        <w:separator/>
      </w:r>
    </w:p>
  </w:footnote>
  <w:footnote w:type="continuationSeparator" w:id="0">
    <w:p w:rsidR="00FC1CAE" w:rsidRDefault="00FC1C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F1CD6"/>
    <w:multiLevelType w:val="hybridMultilevel"/>
    <w:tmpl w:val="C5DAF230"/>
    <w:lvl w:ilvl="0" w:tplc="F7FE5FC4">
      <w:start w:val="1"/>
      <w:numFmt w:val="decimal"/>
      <w:lvlText w:val="%1."/>
      <w:lvlJc w:val="left"/>
      <w:pPr>
        <w:tabs>
          <w:tab w:val="num" w:pos="360"/>
        </w:tabs>
        <w:ind w:left="0" w:firstLine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94489E"/>
    <w:multiLevelType w:val="hybridMultilevel"/>
    <w:tmpl w:val="AA0639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B475561"/>
    <w:multiLevelType w:val="singleLevel"/>
    <w:tmpl w:val="4C7464BA"/>
    <w:lvl w:ilvl="0">
      <w:start w:val="1"/>
      <w:numFmt w:val="decimal"/>
      <w:lvlText w:val="(%1)"/>
      <w:lvlJc w:val="left"/>
      <w:pPr>
        <w:tabs>
          <w:tab w:val="num" w:pos="648"/>
        </w:tabs>
        <w:ind w:left="0" w:firstLine="288"/>
      </w:pPr>
    </w:lvl>
  </w:abstractNum>
  <w:abstractNum w:abstractNumId="3" w15:restartNumberingAfterBreak="0">
    <w:nsid w:val="70496105"/>
    <w:multiLevelType w:val="multilevel"/>
    <w:tmpl w:val="781C42DA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lowerLetter"/>
      <w:lvlText w:val="%2)"/>
      <w:legacy w:legacy="1" w:legacySpace="0" w:legacyIndent="720"/>
      <w:lvlJc w:val="left"/>
      <w:pPr>
        <w:ind w:left="1440" w:hanging="720"/>
      </w:pPr>
    </w:lvl>
    <w:lvl w:ilvl="2">
      <w:start w:val="1"/>
      <w:numFmt w:val="lowerRoman"/>
      <w:lvlText w:val="%3)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5A8"/>
    <w:rsid w:val="00026065"/>
    <w:rsid w:val="000328D4"/>
    <w:rsid w:val="00057B98"/>
    <w:rsid w:val="00077F55"/>
    <w:rsid w:val="000A0C55"/>
    <w:rsid w:val="000A1BEC"/>
    <w:rsid w:val="000A391F"/>
    <w:rsid w:val="000B7821"/>
    <w:rsid w:val="000C2034"/>
    <w:rsid w:val="000D1111"/>
    <w:rsid w:val="000D3C54"/>
    <w:rsid w:val="000D516A"/>
    <w:rsid w:val="000D56D6"/>
    <w:rsid w:val="001173E5"/>
    <w:rsid w:val="00136E15"/>
    <w:rsid w:val="00165215"/>
    <w:rsid w:val="00195DDD"/>
    <w:rsid w:val="001B1AD4"/>
    <w:rsid w:val="001B4FE3"/>
    <w:rsid w:val="00240BE1"/>
    <w:rsid w:val="00244C73"/>
    <w:rsid w:val="00256B2C"/>
    <w:rsid w:val="00273080"/>
    <w:rsid w:val="00285632"/>
    <w:rsid w:val="002963C8"/>
    <w:rsid w:val="002C3CE3"/>
    <w:rsid w:val="002C604F"/>
    <w:rsid w:val="002F22C5"/>
    <w:rsid w:val="002F6E5F"/>
    <w:rsid w:val="00320938"/>
    <w:rsid w:val="003259D1"/>
    <w:rsid w:val="00334C0A"/>
    <w:rsid w:val="00337EED"/>
    <w:rsid w:val="00342A27"/>
    <w:rsid w:val="003C33F7"/>
    <w:rsid w:val="003F3CC0"/>
    <w:rsid w:val="00400C98"/>
    <w:rsid w:val="00446F15"/>
    <w:rsid w:val="004575B9"/>
    <w:rsid w:val="004974A6"/>
    <w:rsid w:val="004C2812"/>
    <w:rsid w:val="004E16DE"/>
    <w:rsid w:val="00505021"/>
    <w:rsid w:val="00520673"/>
    <w:rsid w:val="0053170D"/>
    <w:rsid w:val="00541CED"/>
    <w:rsid w:val="00554FB6"/>
    <w:rsid w:val="00562518"/>
    <w:rsid w:val="005A0CDC"/>
    <w:rsid w:val="005E5DBA"/>
    <w:rsid w:val="00607E53"/>
    <w:rsid w:val="006305A8"/>
    <w:rsid w:val="00646509"/>
    <w:rsid w:val="006918CB"/>
    <w:rsid w:val="006A46A1"/>
    <w:rsid w:val="006B2C90"/>
    <w:rsid w:val="006D7B86"/>
    <w:rsid w:val="007403EA"/>
    <w:rsid w:val="00742B58"/>
    <w:rsid w:val="007C05DF"/>
    <w:rsid w:val="007C1253"/>
    <w:rsid w:val="007D5A33"/>
    <w:rsid w:val="00811A82"/>
    <w:rsid w:val="00873D18"/>
    <w:rsid w:val="00892DCF"/>
    <w:rsid w:val="008937DB"/>
    <w:rsid w:val="008A6FF0"/>
    <w:rsid w:val="008E153F"/>
    <w:rsid w:val="00970166"/>
    <w:rsid w:val="00973D5B"/>
    <w:rsid w:val="009845CE"/>
    <w:rsid w:val="0098608A"/>
    <w:rsid w:val="009A1B54"/>
    <w:rsid w:val="009E17AD"/>
    <w:rsid w:val="009E3D5D"/>
    <w:rsid w:val="009F39DA"/>
    <w:rsid w:val="00A057C5"/>
    <w:rsid w:val="00A53719"/>
    <w:rsid w:val="00A566BA"/>
    <w:rsid w:val="00A743BC"/>
    <w:rsid w:val="00A7509C"/>
    <w:rsid w:val="00A915D1"/>
    <w:rsid w:val="00AB6CD0"/>
    <w:rsid w:val="00AD432F"/>
    <w:rsid w:val="00AD6E62"/>
    <w:rsid w:val="00AE4BEE"/>
    <w:rsid w:val="00AF3ECA"/>
    <w:rsid w:val="00B03A33"/>
    <w:rsid w:val="00B1021A"/>
    <w:rsid w:val="00B4356F"/>
    <w:rsid w:val="00B61883"/>
    <w:rsid w:val="00BA0A23"/>
    <w:rsid w:val="00BA0CF2"/>
    <w:rsid w:val="00BB2912"/>
    <w:rsid w:val="00BC48F9"/>
    <w:rsid w:val="00BC50C2"/>
    <w:rsid w:val="00BF2A62"/>
    <w:rsid w:val="00C12459"/>
    <w:rsid w:val="00C23CDB"/>
    <w:rsid w:val="00C65199"/>
    <w:rsid w:val="00CE41F4"/>
    <w:rsid w:val="00CF3279"/>
    <w:rsid w:val="00CF5F37"/>
    <w:rsid w:val="00D15EA8"/>
    <w:rsid w:val="00D170C3"/>
    <w:rsid w:val="00D37ED5"/>
    <w:rsid w:val="00D44F63"/>
    <w:rsid w:val="00D4696E"/>
    <w:rsid w:val="00D46FD0"/>
    <w:rsid w:val="00D56091"/>
    <w:rsid w:val="00D63B57"/>
    <w:rsid w:val="00D83A6E"/>
    <w:rsid w:val="00D954D6"/>
    <w:rsid w:val="00DA2530"/>
    <w:rsid w:val="00DA4560"/>
    <w:rsid w:val="00DC52F0"/>
    <w:rsid w:val="00E36F64"/>
    <w:rsid w:val="00E54E2E"/>
    <w:rsid w:val="00E7601D"/>
    <w:rsid w:val="00E960A4"/>
    <w:rsid w:val="00E97AE1"/>
    <w:rsid w:val="00EB15D7"/>
    <w:rsid w:val="00ED0EE3"/>
    <w:rsid w:val="00EE2CA0"/>
    <w:rsid w:val="00EE5D1C"/>
    <w:rsid w:val="00F040D5"/>
    <w:rsid w:val="00F1530D"/>
    <w:rsid w:val="00F4333E"/>
    <w:rsid w:val="00F46ADD"/>
    <w:rsid w:val="00F47F0F"/>
    <w:rsid w:val="00F508F8"/>
    <w:rsid w:val="00F56736"/>
    <w:rsid w:val="00F67408"/>
    <w:rsid w:val="00F7285B"/>
    <w:rsid w:val="00F758AA"/>
    <w:rsid w:val="00FB0FB0"/>
    <w:rsid w:val="00FC1CAE"/>
    <w:rsid w:val="00FE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9913835-0BBE-4438-8C6D-7E4C08B2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320938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09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2093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20938"/>
  </w:style>
  <w:style w:type="paragraph" w:styleId="BalloonText">
    <w:name w:val="Balloon Text"/>
    <w:basedOn w:val="Normal"/>
    <w:semiHidden/>
    <w:rsid w:val="00F1530D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4E16DE"/>
    <w:rPr>
      <w:sz w:val="24"/>
    </w:rPr>
  </w:style>
  <w:style w:type="character" w:styleId="Hyperlink">
    <w:name w:val="Hyperlink"/>
    <w:basedOn w:val="DefaultParagraphFont"/>
    <w:rsid w:val="004E16DE"/>
    <w:rPr>
      <w:color w:val="0000FF"/>
      <w:u w:val="single"/>
    </w:rPr>
  </w:style>
  <w:style w:type="character" w:styleId="FollowedHyperlink">
    <w:name w:val="FollowedHyperlink"/>
    <w:basedOn w:val="DefaultParagraphFont"/>
    <w:rsid w:val="00A566B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0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habaywagnia\Local%20Settings\Temporary%20Internet%20Files\OLKA\VA%20LETTERHEAD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VA LETTERHEAD1</Template>
  <TotalTime>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 LETTER PERSONAL STYLE - VERSION 6.0</vt:lpstr>
    </vt:vector>
  </TitlesOfParts>
  <Company>Dept of Veterans Affairs</Company>
  <LinksUpToDate>false</LinksUpToDate>
  <CharactersWithSpaces>1751</CharactersWithSpaces>
  <SharedDoc>false</SharedDoc>
  <HLinks>
    <vt:vector size="6" baseType="variant">
      <vt:variant>
        <vt:i4>2818142</vt:i4>
      </vt:variant>
      <vt:variant>
        <vt:i4>0</vt:i4>
      </vt:variant>
      <vt:variant>
        <vt:i4>0</vt:i4>
      </vt:variant>
      <vt:variant>
        <vt:i4>5</vt:i4>
      </vt:variant>
      <vt:variant>
        <vt:lpwstr>http://vaww.execsec.va.gov/docs/Field_Correspon_Guidelines_2004.doc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 LETTER PERSONAL STYLE - VERSION 6.0</dc:title>
  <dc:creator>vhabaydilbed</dc:creator>
  <cp:lastModifiedBy>Jones, Frank M.</cp:lastModifiedBy>
  <cp:revision>2</cp:revision>
  <cp:lastPrinted>2013-04-26T18:43:00Z</cp:lastPrinted>
  <dcterms:created xsi:type="dcterms:W3CDTF">2020-07-16T02:07:00Z</dcterms:created>
  <dcterms:modified xsi:type="dcterms:W3CDTF">2020-07-16T02:07:00Z</dcterms:modified>
</cp:coreProperties>
</file>